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lastRenderedPageBreak/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0259D6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5A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5A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73346E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5A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5A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AA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12AD40-9E91-4890-A6DA-06E9AA2D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2</Pages>
  <Words>103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14</cp:revision>
  <cp:lastPrinted>2017-11-28T17:18:00Z</cp:lastPrinted>
  <dcterms:created xsi:type="dcterms:W3CDTF">2020-02-20T14:02:00Z</dcterms:created>
  <dcterms:modified xsi:type="dcterms:W3CDTF">2022-05-27T12:30:00Z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